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5A53E628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738D1B9E" w14:textId="30749C5C" w:rsidR="00841897" w:rsidRDefault="00394948" w:rsidP="007A751A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podjetniškega usposabljanja</w:t>
      </w:r>
      <w:r w:rsidR="00215476" w:rsidRPr="00AA67E4">
        <w:rPr>
          <w:rFonts w:asciiTheme="majorHAnsi" w:hAnsiTheme="majorHAnsi" w:cstheme="majorHAnsi"/>
          <w:b/>
          <w:lang w:val="sl-SI"/>
        </w:rPr>
        <w:t xml:space="preserve">: </w:t>
      </w:r>
      <w:r w:rsidR="007A751A" w:rsidRPr="007A751A">
        <w:rPr>
          <w:rFonts w:asciiTheme="majorHAnsi" w:hAnsiTheme="majorHAnsi" w:cstheme="majorHAnsi"/>
          <w:b/>
          <w:lang w:val="sl-SI"/>
        </w:rPr>
        <w:t>Trajnost kot del poslovnega modela</w:t>
      </w:r>
      <w:r w:rsidR="007A751A">
        <w:rPr>
          <w:rFonts w:asciiTheme="majorHAnsi" w:hAnsiTheme="majorHAnsi" w:cstheme="majorHAnsi"/>
          <w:b/>
          <w:lang w:val="sl-SI"/>
        </w:rPr>
        <w:t>.</w:t>
      </w:r>
    </w:p>
    <w:p w14:paraId="049F4C58" w14:textId="77777777" w:rsidR="007A751A" w:rsidRPr="00AA67E4" w:rsidRDefault="007A751A" w:rsidP="007A751A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0E339E7A" w:rsidR="00841897" w:rsidRPr="00546E89" w:rsidRDefault="00F4078C" w:rsidP="00841897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Naziv:</w:t>
      </w:r>
    </w:p>
    <w:p w14:paraId="24A800CC" w14:textId="3417D28E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</w:p>
    <w:p w14:paraId="34279E09" w14:textId="2FF80E93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Poštna številka in pošta:</w:t>
      </w:r>
    </w:p>
    <w:p w14:paraId="242BEFF6" w14:textId="065CC4D7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681"/>
      </w:tblGrid>
      <w:tr w:rsidR="0039770A" w:rsidRPr="00AA67E4" w14:paraId="0DEE9D88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DBF955A" w14:textId="77777777" w:rsidR="00AA67E4" w:rsidRDefault="00215476" w:rsidP="007B1678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4276DB" w:rsidRPr="00AA67E4">
              <w:rPr>
                <w:rFonts w:asciiTheme="majorHAnsi" w:hAnsiTheme="majorHAnsi" w:cstheme="majorHAnsi"/>
                <w:lang w:val="sl-SI"/>
              </w:rPr>
              <w:t>podjetniškega usposabljanja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334C14AC" w14:textId="4EACE9BF" w:rsidR="00E444A6" w:rsidRPr="009D0FE5" w:rsidRDefault="007A751A" w:rsidP="00E444A6">
            <w:pPr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 w:rsidRPr="007A751A">
              <w:rPr>
                <w:rFonts w:asciiTheme="majorHAnsi" w:hAnsiTheme="majorHAnsi" w:cstheme="majorHAnsi"/>
                <w:b/>
                <w:lang w:val="sl-SI"/>
              </w:rPr>
              <w:t>Trajnost kot del poslovnega modela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681" w:type="dxa"/>
            <w:vAlign w:val="center"/>
          </w:tcPr>
          <w:p w14:paraId="527AD52D" w14:textId="731C1194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681" w:type="dxa"/>
            <w:vAlign w:val="center"/>
          </w:tcPr>
          <w:p w14:paraId="3F14D0B1" w14:textId="35D6237C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0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0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16DB4A30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75B9CACE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5C98F887" w14:textId="73834C93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1C2F11A8" w14:textId="77777777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04F654BD" w14:textId="5A902C76" w:rsidR="00546E89" w:rsidRPr="00841897" w:rsidRDefault="00B30164" w:rsidP="007A751A">
      <w:pPr>
        <w:pStyle w:val="Default"/>
        <w:spacing w:line="288" w:lineRule="auto"/>
        <w:ind w:left="144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sectPr w:rsidR="00546E89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1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3F38"/>
    <w:rsid w:val="000549F9"/>
    <w:rsid w:val="000648B7"/>
    <w:rsid w:val="000919AF"/>
    <w:rsid w:val="00095F55"/>
    <w:rsid w:val="000B2F05"/>
    <w:rsid w:val="000B55F7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46E89"/>
    <w:rsid w:val="00554125"/>
    <w:rsid w:val="00556426"/>
    <w:rsid w:val="005705D3"/>
    <w:rsid w:val="00577DC6"/>
    <w:rsid w:val="005A3023"/>
    <w:rsid w:val="005A31C4"/>
    <w:rsid w:val="005B1704"/>
    <w:rsid w:val="005E21F2"/>
    <w:rsid w:val="005F0D1A"/>
    <w:rsid w:val="00603A0A"/>
    <w:rsid w:val="0060707B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D00B2"/>
    <w:rsid w:val="006F3A62"/>
    <w:rsid w:val="00737030"/>
    <w:rsid w:val="007447BE"/>
    <w:rsid w:val="007513B1"/>
    <w:rsid w:val="00793B9E"/>
    <w:rsid w:val="0079684F"/>
    <w:rsid w:val="007A751A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87A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447A2"/>
    <w:rsid w:val="00C64347"/>
    <w:rsid w:val="00C71BFC"/>
    <w:rsid w:val="00C74DFD"/>
    <w:rsid w:val="00CA1762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444A6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paragraph" w:styleId="Naslov4">
    <w:name w:val="heading 4"/>
    <w:basedOn w:val="Navaden"/>
    <w:link w:val="Naslov4Znak"/>
    <w:uiPriority w:val="9"/>
    <w:qFormat/>
    <w:rsid w:val="00546E89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  <w:style w:type="character" w:customStyle="1" w:styleId="Naslov4Znak">
    <w:name w:val="Naslov 4 Znak"/>
    <w:basedOn w:val="Privzetapisavaodstavka"/>
    <w:link w:val="Naslov4"/>
    <w:uiPriority w:val="9"/>
    <w:rsid w:val="00546E89"/>
    <w:rPr>
      <w:rFonts w:ascii="Times New Roman" w:eastAsia="Times New Roman" w:hAnsi="Times New Roman"/>
      <w:b/>
      <w:bCs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2025-04-17T12:01:00Z</dcterms:created>
  <dcterms:modified xsi:type="dcterms:W3CDTF">2025-04-17T12:01:00Z</dcterms:modified>
</cp:coreProperties>
</file>